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B8" w:rsidRDefault="00AB4DB8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4</w:t>
      </w:r>
    </w:p>
    <w:p w:rsidR="00AB4DB8" w:rsidRDefault="00AB4DB8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高校教师资格认定组织工作安排表</w:t>
      </w:r>
    </w:p>
    <w:p w:rsidR="00AB4DB8" w:rsidRDefault="00AB4DB8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AB4DB8" w:rsidRDefault="00AB4DB8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AB4DB8" w:rsidRDefault="00AB4DB8" w:rsidP="0054276A">
      <w:pPr>
        <w:snapToGrid w:val="0"/>
        <w:ind w:leftChars="-6" w:left="31680" w:firstLineChars="4" w:firstLine="3168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eastAsia="仿宋_GB2312" w:hint="eastAsia"/>
          <w:kern w:val="0"/>
          <w:sz w:val="28"/>
          <w:szCs w:val="28"/>
        </w:rPr>
        <w:t>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 w:hint="eastAsia"/>
          <w:kern w:val="0"/>
          <w:sz w:val="28"/>
          <w:szCs w:val="28"/>
        </w:rPr>
        <w:t>（填报单位盖章）</w:t>
      </w:r>
    </w:p>
    <w:tbl>
      <w:tblPr>
        <w:tblW w:w="13064" w:type="dxa"/>
        <w:jc w:val="center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 w:rsidR="00AB4DB8">
        <w:trPr>
          <w:trHeight w:val="561"/>
          <w:jc w:val="center"/>
        </w:trPr>
        <w:tc>
          <w:tcPr>
            <w:tcW w:w="13064" w:type="dxa"/>
            <w:gridSpan w:val="9"/>
            <w:vAlign w:val="center"/>
          </w:tcPr>
          <w:p w:rsidR="00AB4DB8" w:rsidRDefault="00AB4DB8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中宋" w:hAnsi="华文中宋" w:hint="eastAsia"/>
                <w:b/>
                <w:bCs/>
                <w:kern w:val="0"/>
                <w:sz w:val="28"/>
                <w:szCs w:val="28"/>
              </w:rPr>
              <w:t>体检指定医院信息</w:t>
            </w:r>
          </w:p>
        </w:tc>
      </w:tr>
      <w:tr w:rsidR="00AB4DB8">
        <w:trPr>
          <w:jc w:val="center"/>
        </w:trPr>
        <w:tc>
          <w:tcPr>
            <w:tcW w:w="3423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体检部门</w:t>
            </w:r>
          </w:p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体检部门</w:t>
            </w:r>
          </w:p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负责人联系电话</w:t>
            </w:r>
          </w:p>
        </w:tc>
      </w:tr>
      <w:tr w:rsidR="00AB4DB8">
        <w:trPr>
          <w:jc w:val="center"/>
        </w:trPr>
        <w:tc>
          <w:tcPr>
            <w:tcW w:w="3423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3423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vAlign w:val="center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trHeight w:val="667"/>
          <w:jc w:val="center"/>
        </w:trPr>
        <w:tc>
          <w:tcPr>
            <w:tcW w:w="13064" w:type="dxa"/>
            <w:gridSpan w:val="9"/>
            <w:vAlign w:val="center"/>
          </w:tcPr>
          <w:p w:rsidR="00AB4DB8" w:rsidRDefault="00AB4DB8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中宋" w:hAnsi="华文中宋" w:hint="eastAsia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 w:rsidR="00AB4DB8">
        <w:trPr>
          <w:trHeight w:val="619"/>
          <w:jc w:val="center"/>
        </w:trPr>
        <w:tc>
          <w:tcPr>
            <w:tcW w:w="2211" w:type="dxa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vAlign w:val="center"/>
          </w:tcPr>
          <w:p w:rsidR="00AB4DB8" w:rsidRDefault="00AB4DB8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评议组组长联系电话</w:t>
            </w: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AB4DB8">
        <w:trPr>
          <w:jc w:val="center"/>
        </w:trPr>
        <w:tc>
          <w:tcPr>
            <w:tcW w:w="221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</w:tcPr>
          <w:p w:rsidR="00AB4DB8" w:rsidRDefault="00AB4DB8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 w:rsidR="00AB4DB8" w:rsidRDefault="00AB4DB8">
      <w:pPr>
        <w:rPr>
          <w:rFonts w:eastAsia="黑体"/>
          <w:sz w:val="28"/>
          <w:szCs w:val="28"/>
        </w:rPr>
        <w:sectPr w:rsidR="00AB4DB8">
          <w:pgSz w:w="15840" w:h="12240" w:orient="landscape"/>
          <w:pgMar w:top="1797" w:right="1440" w:bottom="1797" w:left="1440" w:header="709" w:footer="709" w:gutter="0"/>
          <w:pgNumType w:fmt="numberInDash"/>
          <w:cols w:space="708"/>
          <w:docGrid w:linePitch="360"/>
        </w:sectPr>
      </w:pPr>
    </w:p>
    <w:p w:rsidR="00AB4DB8" w:rsidRDefault="00AB4DB8" w:rsidP="00D15FB3">
      <w:pPr>
        <w:snapToGrid w:val="0"/>
        <w:spacing w:line="520" w:lineRule="exact"/>
      </w:pPr>
      <w:bookmarkStart w:id="0" w:name="_GoBack"/>
      <w:bookmarkEnd w:id="0"/>
    </w:p>
    <w:sectPr w:rsidR="00AB4DB8" w:rsidSect="00D15FB3">
      <w:pgSz w:w="15840" w:h="12240" w:orient="landscape"/>
      <w:pgMar w:top="1797" w:right="1440" w:bottom="1797" w:left="1440" w:header="720" w:footer="720" w:gutter="0"/>
      <w:pgNumType w:fmt="numberInDash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DB8" w:rsidRDefault="00AB4DB8" w:rsidP="00AB58FB">
      <w:r>
        <w:separator/>
      </w:r>
    </w:p>
  </w:endnote>
  <w:endnote w:type="continuationSeparator" w:id="0">
    <w:p w:rsidR="00AB4DB8" w:rsidRDefault="00AB4DB8" w:rsidP="00AB5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DB8" w:rsidRDefault="00AB4DB8" w:rsidP="00AB58FB">
      <w:r>
        <w:separator/>
      </w:r>
    </w:p>
  </w:footnote>
  <w:footnote w:type="continuationSeparator" w:id="0">
    <w:p w:rsidR="00AB4DB8" w:rsidRDefault="00AB4DB8" w:rsidP="00AB5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7FE"/>
    <w:rsid w:val="00014D6E"/>
    <w:rsid w:val="000301C9"/>
    <w:rsid w:val="00030859"/>
    <w:rsid w:val="00043762"/>
    <w:rsid w:val="000A03E6"/>
    <w:rsid w:val="000B5D3C"/>
    <w:rsid w:val="001540D7"/>
    <w:rsid w:val="00173B4F"/>
    <w:rsid w:val="003407FE"/>
    <w:rsid w:val="00366FD7"/>
    <w:rsid w:val="003E6564"/>
    <w:rsid w:val="003F5940"/>
    <w:rsid w:val="00451522"/>
    <w:rsid w:val="004D62F6"/>
    <w:rsid w:val="004E79C8"/>
    <w:rsid w:val="004F239D"/>
    <w:rsid w:val="0050428C"/>
    <w:rsid w:val="0054276A"/>
    <w:rsid w:val="00573410"/>
    <w:rsid w:val="005A103A"/>
    <w:rsid w:val="005F67AC"/>
    <w:rsid w:val="00605C87"/>
    <w:rsid w:val="006B3DD7"/>
    <w:rsid w:val="007C2D4F"/>
    <w:rsid w:val="007F0BB5"/>
    <w:rsid w:val="00837DD4"/>
    <w:rsid w:val="00882DC5"/>
    <w:rsid w:val="009643AE"/>
    <w:rsid w:val="00A96E0A"/>
    <w:rsid w:val="00A96ED3"/>
    <w:rsid w:val="00AB4DB8"/>
    <w:rsid w:val="00AB58FB"/>
    <w:rsid w:val="00AF64D6"/>
    <w:rsid w:val="00B07CCC"/>
    <w:rsid w:val="00B922E0"/>
    <w:rsid w:val="00B9540F"/>
    <w:rsid w:val="00BC79B0"/>
    <w:rsid w:val="00C43BBC"/>
    <w:rsid w:val="00CA1D14"/>
    <w:rsid w:val="00CC15EE"/>
    <w:rsid w:val="00D15FB3"/>
    <w:rsid w:val="00D23125"/>
    <w:rsid w:val="00D278C9"/>
    <w:rsid w:val="00E26EEE"/>
    <w:rsid w:val="00E61168"/>
    <w:rsid w:val="00E83B83"/>
    <w:rsid w:val="00F652AA"/>
    <w:rsid w:val="00F65866"/>
    <w:rsid w:val="00FA38A2"/>
    <w:rsid w:val="00FE3448"/>
    <w:rsid w:val="00FF6638"/>
    <w:rsid w:val="08371DE2"/>
    <w:rsid w:val="3E29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B8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3B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3B83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3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3B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37</Words>
  <Characters>212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贲道鹏</cp:lastModifiedBy>
  <cp:revision>6</cp:revision>
  <dcterms:created xsi:type="dcterms:W3CDTF">2017-09-02T02:25:00Z</dcterms:created>
  <dcterms:modified xsi:type="dcterms:W3CDTF">2019-04-22T07:41:00Z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